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3C7" w:rsidRPr="004B6DD4" w:rsidRDefault="00647FF0" w:rsidP="004B6DD4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 w:rsidRPr="004B6DD4">
        <w:rPr>
          <w:sz w:val="28"/>
          <w:szCs w:val="28"/>
        </w:rPr>
        <w:t xml:space="preserve"> </w:t>
      </w:r>
      <w:r w:rsidR="00B301F5">
        <w:rPr>
          <w:sz w:val="28"/>
          <w:szCs w:val="28"/>
        </w:rPr>
        <w:t>______</w:t>
      </w:r>
      <w:r w:rsidR="00253D87">
        <w:rPr>
          <w:sz w:val="28"/>
          <w:szCs w:val="28"/>
        </w:rPr>
        <w:t xml:space="preserve"> do not ______ my mobile with me.</w:t>
      </w:r>
    </w:p>
    <w:p w:rsidR="00647FF0" w:rsidRPr="004B6DD4" w:rsidRDefault="00253D87" w:rsidP="004B6DD4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Only ______ of them ______ a mane.</w:t>
      </w:r>
    </w:p>
    <w:p w:rsidR="00647FF0" w:rsidRPr="004B6DD4" w:rsidRDefault="00003718" w:rsidP="004B6DD4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Which did you like more; the lions</w:t>
      </w:r>
      <w:r w:rsidR="00B301F5">
        <w:rPr>
          <w:sz w:val="28"/>
          <w:szCs w:val="28"/>
        </w:rPr>
        <w:t>, the snakes ______ the</w:t>
      </w:r>
      <w:r>
        <w:rPr>
          <w:sz w:val="28"/>
          <w:szCs w:val="28"/>
        </w:rPr>
        <w:t xml:space="preserve"> tiger</w:t>
      </w:r>
      <w:r w:rsidR="00253D87">
        <w:rPr>
          <w:sz w:val="28"/>
          <w:szCs w:val="28"/>
        </w:rPr>
        <w:t>?</w:t>
      </w:r>
    </w:p>
    <w:p w:rsidR="00647FF0" w:rsidRPr="004B6DD4" w:rsidRDefault="00253D87" w:rsidP="004B6DD4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They will ______ over there ______ the snakes.</w:t>
      </w:r>
    </w:p>
    <w:p w:rsidR="00647FF0" w:rsidRPr="00B301F5" w:rsidRDefault="00D84E0D" w:rsidP="00B301F5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How long have they been in ______</w:t>
      </w:r>
      <w:r w:rsidR="00647FF0" w:rsidRPr="004B6DD4">
        <w:rPr>
          <w:sz w:val="28"/>
          <w:szCs w:val="28"/>
        </w:rPr>
        <w:t xml:space="preserve"> </w:t>
      </w:r>
      <w:proofErr w:type="gramStart"/>
      <w:r w:rsidR="00647FF0" w:rsidRPr="004B6DD4">
        <w:rPr>
          <w:sz w:val="28"/>
          <w:szCs w:val="28"/>
        </w:rPr>
        <w:t>cage.</w:t>
      </w:r>
      <w:proofErr w:type="gramEnd"/>
    </w:p>
    <w:p w:rsidR="00647FF0" w:rsidRPr="004B6DD4" w:rsidRDefault="00D84E0D" w:rsidP="004B6DD4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 you find them?</w:t>
      </w:r>
    </w:p>
    <w:p w:rsidR="00647FF0" w:rsidRPr="004B6DD4" w:rsidRDefault="00D84E0D" w:rsidP="004B6DD4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Most of them could see into the cage ______ some could ______</w:t>
      </w:r>
      <w:r w:rsidR="00647FF0" w:rsidRPr="004B6DD4">
        <w:rPr>
          <w:sz w:val="28"/>
          <w:szCs w:val="28"/>
        </w:rPr>
        <w:t>.</w:t>
      </w:r>
    </w:p>
    <w:p w:rsidR="004B6DD4" w:rsidRPr="004B6DD4" w:rsidRDefault="00D84E0D" w:rsidP="004B6DD4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 ______ time is it?</w:t>
      </w:r>
    </w:p>
    <w:p w:rsidR="004B6DD4" w:rsidRPr="004B6DD4" w:rsidRDefault="00D84E0D" w:rsidP="004B6DD4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 Can I use ______ mobile?</w:t>
      </w:r>
    </w:p>
    <w:p w:rsidR="004B6DD4" w:rsidRPr="004B6DD4" w:rsidRDefault="00B301F5" w:rsidP="004B6DD4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 “______ of them,” he said</w:t>
      </w:r>
      <w:r w:rsidR="00D84E0D">
        <w:rPr>
          <w:sz w:val="28"/>
          <w:szCs w:val="28"/>
        </w:rPr>
        <w:t>.</w:t>
      </w:r>
    </w:p>
    <w:p w:rsidR="004B6DD4" w:rsidRPr="004B6DD4" w:rsidRDefault="00D84E0D" w:rsidP="004B6DD4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 There _____ just two lions.</w:t>
      </w:r>
    </w:p>
    <w:p w:rsidR="004B6DD4" w:rsidRDefault="00B301F5" w:rsidP="004B6DD4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  Can ______ have ______ </w:t>
      </w:r>
      <w:r w:rsidR="00D84E0D">
        <w:rPr>
          <w:sz w:val="28"/>
          <w:szCs w:val="28"/>
        </w:rPr>
        <w:t>ice-cream each?</w:t>
      </w:r>
    </w:p>
    <w:p w:rsidR="004B6DD4" w:rsidRPr="00003718" w:rsidRDefault="00D84E0D" w:rsidP="00003718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 ______ they were at home the mum said “Who did you like more?”</w:t>
      </w:r>
      <w:r w:rsidR="004B6DD4" w:rsidRPr="00003718">
        <w:rPr>
          <w:sz w:val="28"/>
          <w:szCs w:val="28"/>
        </w:rPr>
        <w:t>.</w:t>
      </w:r>
    </w:p>
    <w:p w:rsidR="00003718" w:rsidRDefault="00B179B1" w:rsidP="00707D9A">
      <w:pPr>
        <w:pStyle w:val="ListParagraph"/>
        <w:numPr>
          <w:ilvl w:val="0"/>
          <w:numId w:val="1"/>
        </w:numPr>
        <w:rPr>
          <w:sz w:val="28"/>
          <w:szCs w:val="28"/>
        </w:rPr>
      </w:pPr>
      <w:bookmarkStart w:id="0" w:name="_GoBack"/>
      <w:r>
        <w:rPr>
          <w:sz w:val="28"/>
          <w:szCs w:val="28"/>
        </w:rPr>
        <w:t xml:space="preserve">  In the cage ______ was a tiger.</w:t>
      </w:r>
      <w:r w:rsidR="00003718">
        <w:rPr>
          <w:sz w:val="28"/>
          <w:szCs w:val="28"/>
        </w:rPr>
        <w:t xml:space="preserve">  It may not be down _____ the tree for a very long time.</w:t>
      </w:r>
    </w:p>
    <w:bookmarkEnd w:id="0"/>
    <w:p w:rsidR="00003718" w:rsidRPr="00003718" w:rsidRDefault="00707D9A" w:rsidP="00003718">
      <w:pPr>
        <w:pStyle w:val="ListParagraph"/>
        <w:spacing w:line="480" w:lineRule="auto"/>
        <w:rPr>
          <w:sz w:val="28"/>
          <w:szCs w:val="28"/>
        </w:rPr>
      </w:pPr>
      <w:r>
        <w:rPr>
          <w:noProof/>
          <w:lang w:eastAsia="en-GB"/>
        </w:rPr>
        <w:pict>
          <v:rect id="_x0000_s1026" style="position:absolute;left:0;text-align:left;margin-left:-9pt;margin-top:41.45pt;width:437.25pt;height:116.25pt;z-index:251658240" fillcolor="#f79646 [3209]" strokecolor="#f2f2f2 [3041]" strokeweight="3pt">
            <v:shadow on="t" type="perspective" color="#974706 [1609]" opacity=".5" offset="1pt" offset2="-1pt"/>
            <v:textbox style="mso-next-textbox:#_x0000_s1026">
              <w:txbxContent>
                <w:p w:rsidR="004B6DD4" w:rsidRPr="00E26827" w:rsidRDefault="00E21CE8">
                  <w:pPr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>a</w:t>
                  </w:r>
                  <w:r w:rsidR="00D84E0D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>ll</w:t>
                  </w:r>
                  <w:r w:rsidR="004B6DD4" w:rsidRPr="00E26827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 xml:space="preserve">      a</w:t>
                  </w:r>
                  <w:r w:rsidR="00B301F5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>n</w:t>
                  </w:r>
                  <w:r w:rsidR="004B6DD4" w:rsidRPr="00E26827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 xml:space="preserve">     </w:t>
                  </w:r>
                  <w:r w:rsidR="00D84E0D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>be</w:t>
                  </w:r>
                  <w:r w:rsidR="004B6DD4" w:rsidRPr="00E26827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 xml:space="preserve">      </w:t>
                  </w:r>
                  <w:r w:rsidR="00102D96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>but</w:t>
                  </w:r>
                  <w:r w:rsidR="004B6DD4" w:rsidRPr="00E26827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 xml:space="preserve">     </w:t>
                  </w:r>
                  <w:r w:rsidR="00102D96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>by      can</w:t>
                  </w:r>
                  <w:r w:rsidR="004B6DD4" w:rsidRPr="00E26827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 xml:space="preserve">    </w:t>
                  </w:r>
                  <w:r w:rsidR="00102D96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 xml:space="preserve">from </w:t>
                  </w:r>
                  <w:r w:rsidR="004B6DD4" w:rsidRPr="00E26827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 xml:space="preserve"> </w:t>
                  </w:r>
                  <w:r w:rsidR="00102D96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 xml:space="preserve">   </w:t>
                  </w:r>
                  <w:r w:rsidR="004B6DD4" w:rsidRPr="00E26827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 xml:space="preserve"> h</w:t>
                  </w:r>
                  <w:r w:rsidR="00102D96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>ad</w:t>
                  </w:r>
                  <w:r w:rsidR="004B6DD4" w:rsidRPr="00E26827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 xml:space="preserve">      h</w:t>
                  </w:r>
                  <w:r w:rsidR="00102D96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>ave</w:t>
                  </w:r>
                  <w:r w:rsidR="004B6DD4" w:rsidRPr="00E26827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 xml:space="preserve">   </w:t>
                  </w:r>
                  <w:r w:rsidR="00B301F5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>I</w:t>
                  </w:r>
                  <w:r w:rsidR="004B6DD4" w:rsidRPr="00E26827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 xml:space="preserve">   </w:t>
                  </w:r>
                  <w:r w:rsidR="00102D96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>not</w:t>
                  </w:r>
                  <w:r w:rsidR="00E26827" w:rsidRPr="00E26827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 xml:space="preserve">                 </w:t>
                  </w:r>
                </w:p>
                <w:p w:rsidR="00E26827" w:rsidRPr="00E26827" w:rsidRDefault="00E26827">
                  <w:pPr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</w:pPr>
                </w:p>
                <w:p w:rsidR="00FB3E33" w:rsidRDefault="00102D96">
                  <w:pPr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>one</w:t>
                  </w:r>
                  <w:r w:rsidR="00B179B1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 xml:space="preserve">     </w:t>
                  </w:r>
                  <w:r w:rsidR="00E26827" w:rsidRPr="00E26827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>o</w:t>
                  </w:r>
                  <w:r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>r</w:t>
                  </w:r>
                  <w:r w:rsidR="00B179B1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 xml:space="preserve">   </w:t>
                  </w:r>
                  <w:r w:rsidR="00E26827" w:rsidRPr="00E26827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 xml:space="preserve"> </w:t>
                  </w:r>
                  <w:r w:rsidR="00B179B1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 xml:space="preserve">    </w:t>
                  </w:r>
                  <w:r w:rsidR="00E26827" w:rsidRPr="00E26827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>th</w:t>
                  </w:r>
                  <w:r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>ere</w:t>
                  </w:r>
                  <w:r w:rsidR="00B179B1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 xml:space="preserve">     </w:t>
                  </w:r>
                  <w:r w:rsidR="00E26827" w:rsidRPr="00E26827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>th</w:t>
                  </w:r>
                  <w:r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>is</w:t>
                  </w:r>
                  <w:r w:rsidR="00B179B1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 xml:space="preserve">   </w:t>
                  </w:r>
                  <w:r w:rsidR="00E26827" w:rsidRPr="00E26827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 xml:space="preserve">  </w:t>
                  </w:r>
                  <w:r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>we</w:t>
                  </w:r>
                  <w:r w:rsidR="00B179B1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 xml:space="preserve">   </w:t>
                  </w:r>
                  <w:r w:rsidR="00E26827" w:rsidRPr="00E26827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>were</w:t>
                  </w:r>
                  <w:r w:rsidR="00E26827" w:rsidRPr="00E26827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 xml:space="preserve">     </w:t>
                  </w:r>
                  <w:r w:rsidR="00B179B1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 xml:space="preserve">what    </w:t>
                  </w:r>
                  <w:r w:rsidR="00E26827" w:rsidRPr="00E26827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>w</w:t>
                  </w:r>
                  <w:r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>hen</w:t>
                  </w:r>
                  <w:r w:rsidR="00E26827" w:rsidRPr="00E26827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 xml:space="preserve">     </w:t>
                  </w:r>
                  <w:r w:rsidR="00B179B1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>your</w:t>
                  </w:r>
                </w:p>
                <w:p w:rsidR="00E26827" w:rsidRPr="00FB3E33" w:rsidRDefault="00FB3E33">
                  <w:pPr>
                    <w:rPr>
                      <w:rFonts w:ascii="Arial" w:hAnsi="Arial" w:cs="Arial"/>
                      <w:color w:val="FFFFFF" w:themeColor="background1"/>
                      <w:sz w:val="16"/>
                      <w:szCs w:val="16"/>
                    </w:rPr>
                  </w:pPr>
                  <w:r w:rsidRPr="00FB3E33">
                    <w:rPr>
                      <w:rFonts w:ascii="Arial" w:hAnsi="Arial" w:cs="Arial"/>
                      <w:color w:val="FFFFFF" w:themeColor="background1"/>
                      <w:sz w:val="16"/>
                      <w:szCs w:val="16"/>
                    </w:rPr>
                    <w:t>21 - 40</w:t>
                  </w:r>
                  <w:r w:rsidR="00E26827" w:rsidRPr="00FB3E33">
                    <w:rPr>
                      <w:rFonts w:ascii="Arial" w:hAnsi="Arial" w:cs="Arial"/>
                      <w:color w:val="FFFFFF" w:themeColor="background1"/>
                      <w:sz w:val="16"/>
                      <w:szCs w:val="16"/>
                    </w:rPr>
                    <w:t xml:space="preserve"> </w:t>
                  </w:r>
                </w:p>
              </w:txbxContent>
            </v:textbox>
          </v:rect>
        </w:pict>
      </w:r>
    </w:p>
    <w:sectPr w:rsidR="00003718" w:rsidRPr="00003718" w:rsidSect="006B03C7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DD4" w:rsidRDefault="004B6DD4" w:rsidP="004B6DD4">
      <w:pPr>
        <w:spacing w:after="0" w:line="240" w:lineRule="auto"/>
      </w:pPr>
      <w:r>
        <w:separator/>
      </w:r>
    </w:p>
  </w:endnote>
  <w:endnote w:type="continuationSeparator" w:id="0">
    <w:p w:rsidR="004B6DD4" w:rsidRDefault="004B6DD4" w:rsidP="004B6D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DD4" w:rsidRDefault="004B6DD4" w:rsidP="004B6DD4">
      <w:pPr>
        <w:spacing w:after="0" w:line="240" w:lineRule="auto"/>
      </w:pPr>
      <w:r>
        <w:separator/>
      </w:r>
    </w:p>
  </w:footnote>
  <w:footnote w:type="continuationSeparator" w:id="0">
    <w:p w:rsidR="004B6DD4" w:rsidRDefault="004B6DD4" w:rsidP="004B6D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6DD4" w:rsidRPr="004B6DD4" w:rsidRDefault="004B6DD4">
    <w:pPr>
      <w:pStyle w:val="Header"/>
      <w:rPr>
        <w:sz w:val="36"/>
        <w:szCs w:val="36"/>
      </w:rPr>
    </w:pPr>
    <w:r w:rsidRPr="004B6DD4">
      <w:rPr>
        <w:sz w:val="36"/>
        <w:szCs w:val="36"/>
      </w:rPr>
      <w:t xml:space="preserve">Use the words in the box below to fill in the gaps.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0E7E13"/>
    <w:multiLevelType w:val="hybridMultilevel"/>
    <w:tmpl w:val="F35479F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7FF0"/>
    <w:rsid w:val="00003718"/>
    <w:rsid w:val="00102D96"/>
    <w:rsid w:val="00253D87"/>
    <w:rsid w:val="004B6DD4"/>
    <w:rsid w:val="00647FF0"/>
    <w:rsid w:val="006B03C7"/>
    <w:rsid w:val="00707D9A"/>
    <w:rsid w:val="00B179B1"/>
    <w:rsid w:val="00B301F5"/>
    <w:rsid w:val="00D84E0D"/>
    <w:rsid w:val="00E21CE8"/>
    <w:rsid w:val="00E26827"/>
    <w:rsid w:val="00FB3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5:docId w15:val="{2C5AE9F2-BC77-445B-901B-68EDC73AD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3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7F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4B6D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B6DD4"/>
  </w:style>
  <w:style w:type="paragraph" w:styleId="Footer">
    <w:name w:val="footer"/>
    <w:basedOn w:val="Normal"/>
    <w:link w:val="FooterChar"/>
    <w:uiPriority w:val="99"/>
    <w:semiHidden/>
    <w:unhideWhenUsed/>
    <w:rsid w:val="004B6D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B6DD4"/>
  </w:style>
  <w:style w:type="paragraph" w:styleId="BalloonText">
    <w:name w:val="Balloon Text"/>
    <w:basedOn w:val="Normal"/>
    <w:link w:val="BalloonTextChar"/>
    <w:uiPriority w:val="99"/>
    <w:semiHidden/>
    <w:unhideWhenUsed/>
    <w:rsid w:val="00E21C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C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45B9ED03</Template>
  <TotalTime>34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GERALDINE</dc:creator>
  <cp:lastModifiedBy>BurgessG</cp:lastModifiedBy>
  <cp:revision>9</cp:revision>
  <cp:lastPrinted>2017-07-07T12:01:00Z</cp:lastPrinted>
  <dcterms:created xsi:type="dcterms:W3CDTF">2017-06-01T17:43:00Z</dcterms:created>
  <dcterms:modified xsi:type="dcterms:W3CDTF">2017-07-11T08:33:00Z</dcterms:modified>
</cp:coreProperties>
</file>