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7" w:rsidRPr="004B6DD4" w:rsidRDefault="00647FF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 xml:space="preserve"> </w:t>
      </w:r>
      <w:r w:rsidR="00515B56">
        <w:rPr>
          <w:sz w:val="28"/>
          <w:szCs w:val="28"/>
        </w:rPr>
        <w:t>Fred and Bob ______ to the big school</w:t>
      </w:r>
      <w:r w:rsidR="00253D87">
        <w:rPr>
          <w:sz w:val="28"/>
          <w:szCs w:val="28"/>
        </w:rPr>
        <w:t>.</w:t>
      </w:r>
    </w:p>
    <w:p w:rsidR="00647FF0" w:rsidRPr="004B6DD4" w:rsidRDefault="00515B56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We must go ______ to ______ them</w:t>
      </w:r>
      <w:r w:rsidR="00253D87">
        <w:rPr>
          <w:sz w:val="28"/>
          <w:szCs w:val="28"/>
        </w:rPr>
        <w:t>.</w:t>
      </w:r>
    </w:p>
    <w:p w:rsidR="00647FF0" w:rsidRDefault="00515B56" w:rsidP="00117411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If we have not been _____</w:t>
      </w:r>
      <w:proofErr w:type="gramStart"/>
      <w:r>
        <w:rPr>
          <w:sz w:val="28"/>
          <w:szCs w:val="28"/>
        </w:rPr>
        <w:t>_ ,</w:t>
      </w:r>
      <w:proofErr w:type="gramEnd"/>
      <w:r>
        <w:rPr>
          <w:sz w:val="28"/>
          <w:szCs w:val="28"/>
        </w:rPr>
        <w:t xml:space="preserve"> the teacher will ______ something in our books.</w:t>
      </w:r>
    </w:p>
    <w:p w:rsidR="00117411" w:rsidRPr="004B6DD4" w:rsidRDefault="00117411" w:rsidP="00117411">
      <w:pPr>
        <w:pStyle w:val="ListParagraph"/>
        <w:spacing w:line="240" w:lineRule="auto"/>
        <w:rPr>
          <w:sz w:val="28"/>
          <w:szCs w:val="28"/>
        </w:rPr>
      </w:pPr>
    </w:p>
    <w:p w:rsidR="00647FF0" w:rsidRPr="004B6DD4" w:rsidRDefault="00515B56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We must show her ______ work</w:t>
      </w:r>
      <w:r w:rsidR="00253D87">
        <w:rPr>
          <w:sz w:val="28"/>
          <w:szCs w:val="28"/>
        </w:rPr>
        <w:t>.</w:t>
      </w:r>
    </w:p>
    <w:p w:rsidR="00647FF0" w:rsidRPr="00B179B1" w:rsidRDefault="00515B56" w:rsidP="00B179B1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Their dad was a good ______, but he was at work early every ______</w:t>
      </w:r>
      <w:r w:rsidR="00647FF0" w:rsidRPr="004B6DD4">
        <w:rPr>
          <w:sz w:val="28"/>
          <w:szCs w:val="28"/>
        </w:rPr>
        <w:t>.</w:t>
      </w:r>
    </w:p>
    <w:p w:rsidR="00647FF0" w:rsidRPr="004B6DD4" w:rsidRDefault="00515B56" w:rsidP="000F5BA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There was not ______ on television so Fred thought he would read his ______ book</w:t>
      </w:r>
      <w:r w:rsidR="00647FF0" w:rsidRPr="004B6DD4">
        <w:rPr>
          <w:sz w:val="28"/>
          <w:szCs w:val="28"/>
        </w:rPr>
        <w:t>.</w:t>
      </w:r>
    </w:p>
    <w:p w:rsidR="00647FF0" w:rsidRPr="004B6DD4" w:rsidRDefault="00515B56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Bob ______ read a book.</w:t>
      </w:r>
    </w:p>
    <w:p w:rsidR="00647FF0" w:rsidRPr="004B6DD4" w:rsidRDefault="00515B56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They read ______ the book together</w:t>
      </w:r>
      <w:r w:rsidR="00647FF0" w:rsidRPr="004B6DD4">
        <w:rPr>
          <w:sz w:val="28"/>
          <w:szCs w:val="28"/>
        </w:rPr>
        <w:t>.</w:t>
      </w:r>
    </w:p>
    <w:p w:rsidR="004B6DD4" w:rsidRPr="004B6DD4" w:rsidRDefault="00515B56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They should ______ at your work more often.</w:t>
      </w:r>
    </w:p>
    <w:p w:rsidR="004B6DD4" w:rsidRPr="004B6DD4" w:rsidRDefault="00515B56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It was about two men who went ______ the world.</w:t>
      </w:r>
    </w:p>
    <w:p w:rsidR="004B6DD4" w:rsidRPr="004B6DD4" w:rsidRDefault="00515B56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I ______ they should help you more.</w:t>
      </w:r>
    </w:p>
    <w:p w:rsidR="004B6DD4" w:rsidRPr="004B6DD4" w:rsidRDefault="00515B56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Would you tell ______ if I did not say a word the ______ way?</w:t>
      </w:r>
    </w:p>
    <w:p w:rsidR="004B6DD4" w:rsidRDefault="00515B56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They help us with our homework and schoolwork ______.</w:t>
      </w:r>
    </w:p>
    <w:p w:rsidR="004B6DD4" w:rsidRPr="00003718" w:rsidRDefault="007861BD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They put a line below ______ new words.</w:t>
      </w:r>
      <w:bookmarkStart w:id="0" w:name="_GoBack"/>
      <w:bookmarkEnd w:id="0"/>
    </w:p>
    <w:p w:rsidR="00003718" w:rsidRDefault="00B179B1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61BD">
        <w:rPr>
          <w:sz w:val="28"/>
          <w:szCs w:val="28"/>
        </w:rPr>
        <w:t xml:space="preserve"> Their mum came home the ______ time as them.</w:t>
      </w:r>
    </w:p>
    <w:p w:rsidR="00003718" w:rsidRPr="00003718" w:rsidRDefault="00F10524" w:rsidP="00003718">
      <w:pPr>
        <w:pStyle w:val="ListParagraph"/>
        <w:spacing w:line="480" w:lineRule="auto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ge">
                  <wp:posOffset>8248650</wp:posOffset>
                </wp:positionV>
                <wp:extent cx="5553075" cy="1476375"/>
                <wp:effectExtent l="19050" t="19050" r="47625" b="666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3075" cy="1476375"/>
                        </a:xfrm>
                        <a:prstGeom prst="rect">
                          <a:avLst/>
                        </a:prstGeom>
                        <a:solidFill>
                          <a:srgbClr val="CA74C4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B6DD4" w:rsidRPr="00E26827" w:rsidRDefault="00E21CE8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a</w:t>
                            </w:r>
                            <w:r w:rsidR="007861B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lso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a</w:t>
                            </w:r>
                            <w:r w:rsidR="007861B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ny   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861B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around    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861B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back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7861B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da</w:t>
                            </w:r>
                            <w:r w:rsidR="00102D9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y    </w:t>
                            </w:r>
                            <w:r w:rsidR="007861B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get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7861B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go</w:t>
                            </w:r>
                            <w:r w:rsidR="00102D9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861B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861B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good    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861B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look 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7861B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man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     </w:t>
                            </w:r>
                          </w:p>
                          <w:p w:rsidR="00E26827" w:rsidRPr="00E26827" w:rsidRDefault="00E26827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:rsidR="00E26827" w:rsidRDefault="007861B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me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much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new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our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right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same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think  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through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too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write</w:t>
                            </w:r>
                          </w:p>
                          <w:p w:rsidR="00753A4D" w:rsidRPr="00753A4D" w:rsidRDefault="00753A4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53A4D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101 - 120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9pt;margin-top:649.5pt;width:437.25pt;height:11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" fillcolor="#ca74c4" strokecolor="#f2f2f2 [3041]" strokeweight="3pt">
                <v:shadow on="t" color="#974706 [1609]" opacity=".5" offset="1pt"/>
                <v:textbox>
                  <w:txbxContent>
                    <w:p w:rsidR="004B6DD4" w:rsidRPr="00E26827" w:rsidRDefault="00E21CE8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a</w:t>
                      </w:r>
                      <w:r w:rsidR="007861B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lso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a</w:t>
                      </w:r>
                      <w:r w:rsidR="007861B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ny   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7861B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around    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7861B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back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7861B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da</w:t>
                      </w:r>
                      <w:r w:rsidR="00102D9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y    </w:t>
                      </w:r>
                      <w:r w:rsidR="007861B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get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7861B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go</w:t>
                      </w:r>
                      <w:r w:rsidR="00102D9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7861B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7861B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good    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7861B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look 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7861B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man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          </w:t>
                      </w:r>
                    </w:p>
                    <w:p w:rsidR="00E26827" w:rsidRPr="00E26827" w:rsidRDefault="00E26827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:rsidR="00E26827" w:rsidRDefault="007861BD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me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much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new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our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right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same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think  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through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too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write</w:t>
                      </w:r>
                    </w:p>
                    <w:p w:rsidR="00753A4D" w:rsidRPr="00753A4D" w:rsidRDefault="00753A4D">
                      <w:pP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53A4D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101 - 120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sectPr w:rsidR="00003718" w:rsidRPr="00003718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F0"/>
    <w:rsid w:val="00003718"/>
    <w:rsid w:val="000F5BAA"/>
    <w:rsid w:val="00102D96"/>
    <w:rsid w:val="00117411"/>
    <w:rsid w:val="00253D87"/>
    <w:rsid w:val="004B6DD4"/>
    <w:rsid w:val="00515B56"/>
    <w:rsid w:val="005D16D7"/>
    <w:rsid w:val="00647FF0"/>
    <w:rsid w:val="006B03C7"/>
    <w:rsid w:val="00753A4D"/>
    <w:rsid w:val="007861BD"/>
    <w:rsid w:val="00B179B1"/>
    <w:rsid w:val="00CF6751"/>
    <w:rsid w:val="00D84E0D"/>
    <w:rsid w:val="00E21CE8"/>
    <w:rsid w:val="00E26827"/>
    <w:rsid w:val="00F1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80335"/>
  <w15:docId w15:val="{2C5AE9F2-BC77-445B-901B-68EDC73A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E2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E5A37887</Template>
  <TotalTime>30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BurgessG</cp:lastModifiedBy>
  <cp:revision>8</cp:revision>
  <cp:lastPrinted>2017-07-11T12:55:00Z</cp:lastPrinted>
  <dcterms:created xsi:type="dcterms:W3CDTF">2017-06-13T13:59:00Z</dcterms:created>
  <dcterms:modified xsi:type="dcterms:W3CDTF">2017-07-11T12:59:00Z</dcterms:modified>
</cp:coreProperties>
</file>