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3C7" w:rsidRPr="004B6DD4" w:rsidRDefault="00647FF0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4B6DD4">
        <w:rPr>
          <w:sz w:val="28"/>
          <w:szCs w:val="28"/>
        </w:rPr>
        <w:t xml:space="preserve"> </w:t>
      </w:r>
      <w:r w:rsidR="000B6C2E">
        <w:rPr>
          <w:sz w:val="28"/>
          <w:szCs w:val="28"/>
        </w:rPr>
        <w:t xml:space="preserve">The </w:t>
      </w:r>
      <w:proofErr w:type="gramStart"/>
      <w:r w:rsidR="000B6C2E">
        <w:rPr>
          <w:sz w:val="28"/>
          <w:szCs w:val="28"/>
        </w:rPr>
        <w:t xml:space="preserve">family </w:t>
      </w:r>
      <w:r w:rsidR="00713094">
        <w:rPr>
          <w:sz w:val="28"/>
          <w:szCs w:val="28"/>
        </w:rPr>
        <w:t xml:space="preserve"> </w:t>
      </w:r>
      <w:r w:rsidR="00765E40">
        <w:rPr>
          <w:sz w:val="28"/>
          <w:szCs w:val="28"/>
        </w:rPr>
        <w:t>_</w:t>
      </w:r>
      <w:proofErr w:type="gramEnd"/>
      <w:r w:rsidR="00765E40">
        <w:rPr>
          <w:sz w:val="28"/>
          <w:szCs w:val="28"/>
        </w:rPr>
        <w:t xml:space="preserve">____ </w:t>
      </w:r>
      <w:r w:rsidR="00713094">
        <w:rPr>
          <w:sz w:val="28"/>
          <w:szCs w:val="28"/>
        </w:rPr>
        <w:t xml:space="preserve"> </w:t>
      </w:r>
      <w:r w:rsidR="00765E40">
        <w:rPr>
          <w:sz w:val="28"/>
          <w:szCs w:val="28"/>
        </w:rPr>
        <w:t>in a city</w:t>
      </w:r>
      <w:r w:rsidR="00253D87">
        <w:rPr>
          <w:sz w:val="28"/>
          <w:szCs w:val="28"/>
        </w:rPr>
        <w:t>.</w:t>
      </w:r>
      <w:r w:rsidR="000B6C2E">
        <w:rPr>
          <w:sz w:val="28"/>
          <w:szCs w:val="28"/>
        </w:rPr>
        <w:t xml:space="preserve">  They like ______ in the city.</w:t>
      </w:r>
    </w:p>
    <w:p w:rsidR="00647FF0" w:rsidRPr="004B6DD4" w:rsidRDefault="00765E40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He could hear the ______ under its feet.</w:t>
      </w:r>
    </w:p>
    <w:p w:rsidR="00647FF0" w:rsidRDefault="00765E40" w:rsidP="000B6C2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His father took a look</w:t>
      </w:r>
      <w:r w:rsidR="000B6C2E">
        <w:rPr>
          <w:sz w:val="28"/>
          <w:szCs w:val="28"/>
        </w:rPr>
        <w:t xml:space="preserve"> on the other side of the door</w:t>
      </w:r>
      <w:r>
        <w:rPr>
          <w:sz w:val="28"/>
          <w:szCs w:val="28"/>
        </w:rPr>
        <w:t xml:space="preserve"> but it was not light ______ to see a thing.</w:t>
      </w:r>
    </w:p>
    <w:p w:rsidR="000B6C2E" w:rsidRPr="004B6DD4" w:rsidRDefault="000B6C2E" w:rsidP="000B6C2E">
      <w:pPr>
        <w:pStyle w:val="ListParagraph"/>
        <w:rPr>
          <w:sz w:val="28"/>
          <w:szCs w:val="28"/>
        </w:rPr>
      </w:pPr>
    </w:p>
    <w:p w:rsidR="00647FF0" w:rsidRPr="004B6DD4" w:rsidRDefault="00765E40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Th</w:t>
      </w:r>
      <w:r w:rsidR="00713094">
        <w:rPr>
          <w:sz w:val="28"/>
          <w:szCs w:val="28"/>
        </w:rPr>
        <w:t>e sun was high ______</w:t>
      </w:r>
      <w:r w:rsidR="000B6C2E">
        <w:rPr>
          <w:sz w:val="28"/>
          <w:szCs w:val="28"/>
        </w:rPr>
        <w:t xml:space="preserve"> them.</w:t>
      </w:r>
    </w:p>
    <w:p w:rsidR="000B6C2E" w:rsidRDefault="00765E40" w:rsidP="000B6C2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 thought he could see its ______ and body against the door of the tent</w:t>
      </w:r>
      <w:r w:rsidR="00647FF0" w:rsidRPr="004B6DD4">
        <w:rPr>
          <w:sz w:val="28"/>
          <w:szCs w:val="28"/>
        </w:rPr>
        <w:t>.</w:t>
      </w:r>
    </w:p>
    <w:p w:rsidR="000B6C2E" w:rsidRPr="000B6C2E" w:rsidRDefault="000B6C2E" w:rsidP="000B6C2E">
      <w:pPr>
        <w:pStyle w:val="ListParagraph"/>
        <w:rPr>
          <w:sz w:val="28"/>
          <w:szCs w:val="28"/>
        </w:rPr>
      </w:pPr>
    </w:p>
    <w:p w:rsidR="00647FF0" w:rsidRDefault="00515B56" w:rsidP="000B6C2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There </w:t>
      </w:r>
      <w:r w:rsidR="00765E40">
        <w:rPr>
          <w:sz w:val="28"/>
          <w:szCs w:val="28"/>
        </w:rPr>
        <w:t>was a group of plants, about ______ or five of them</w:t>
      </w:r>
      <w:r w:rsidR="00647FF0" w:rsidRPr="004B6DD4">
        <w:rPr>
          <w:sz w:val="28"/>
          <w:szCs w:val="28"/>
        </w:rPr>
        <w:t>.</w:t>
      </w:r>
      <w:r w:rsidR="000B6C2E">
        <w:rPr>
          <w:sz w:val="28"/>
          <w:szCs w:val="28"/>
        </w:rPr>
        <w:t xml:space="preserve">  They ______ a picture.</w:t>
      </w:r>
    </w:p>
    <w:p w:rsidR="000B6C2E" w:rsidRPr="004B6DD4" w:rsidRDefault="000B6C2E" w:rsidP="000B6C2E">
      <w:pPr>
        <w:pStyle w:val="ListParagraph"/>
        <w:rPr>
          <w:sz w:val="28"/>
          <w:szCs w:val="28"/>
        </w:rPr>
      </w:pPr>
    </w:p>
    <w:p w:rsidR="00647FF0" w:rsidRPr="004B6DD4" w:rsidRDefault="00765E40" w:rsidP="000B6C2E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Sam thought he heard an </w:t>
      </w:r>
      <w:r w:rsidR="000B6C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______ near their tent</w:t>
      </w:r>
      <w:r w:rsidR="00515B56">
        <w:rPr>
          <w:sz w:val="28"/>
          <w:szCs w:val="28"/>
        </w:rPr>
        <w:t>.</w:t>
      </w:r>
    </w:p>
    <w:p w:rsidR="00647FF0" w:rsidRPr="004B6DD4" w:rsidRDefault="00765E40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What ______ of lions live in this country</w:t>
      </w:r>
      <w:r w:rsidR="000B6C2E">
        <w:rPr>
          <w:sz w:val="28"/>
          <w:szCs w:val="28"/>
        </w:rPr>
        <w:t>?</w:t>
      </w:r>
    </w:p>
    <w:p w:rsidR="004B6DD4" w:rsidRPr="004B6DD4" w:rsidRDefault="00765E40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They ______ the train</w:t>
      </w:r>
      <w:r w:rsidR="00515B56">
        <w:rPr>
          <w:sz w:val="28"/>
          <w:szCs w:val="28"/>
        </w:rPr>
        <w:t>.</w:t>
      </w:r>
    </w:p>
    <w:p w:rsidR="004B6DD4" w:rsidRPr="004B6DD4" w:rsidRDefault="00765E40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They go there ______ a year</w:t>
      </w:r>
      <w:r w:rsidR="00515B56">
        <w:rPr>
          <w:sz w:val="28"/>
          <w:szCs w:val="28"/>
        </w:rPr>
        <w:t>.</w:t>
      </w:r>
    </w:p>
    <w:p w:rsidR="004B6DD4" w:rsidRPr="004B6DD4" w:rsidRDefault="00765E40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He ______ to tell them what he had seen</w:t>
      </w:r>
      <w:r w:rsidR="00515B56">
        <w:rPr>
          <w:sz w:val="28"/>
          <w:szCs w:val="28"/>
        </w:rPr>
        <w:t>.</w:t>
      </w:r>
    </w:p>
    <w:p w:rsidR="004B6DD4" w:rsidRPr="004B6DD4" w:rsidRDefault="000B6C2E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This is the story of a ______ called Tim.</w:t>
      </w:r>
    </w:p>
    <w:p w:rsidR="004B6DD4" w:rsidRDefault="00765E40" w:rsidP="004B6DD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They would look through each ______</w:t>
      </w:r>
      <w:r w:rsidR="00515B56">
        <w:rPr>
          <w:sz w:val="28"/>
          <w:szCs w:val="28"/>
        </w:rPr>
        <w:t>.</w:t>
      </w:r>
    </w:p>
    <w:p w:rsidR="004B6DD4" w:rsidRPr="00003718" w:rsidRDefault="00765E40" w:rsidP="00003718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 It was ______ as if they were upon it, ______ land below them</w:t>
      </w:r>
      <w:r w:rsidR="007861BD">
        <w:rPr>
          <w:sz w:val="28"/>
          <w:szCs w:val="28"/>
        </w:rPr>
        <w:t>.</w:t>
      </w:r>
      <w:bookmarkStart w:id="0" w:name="_GoBack"/>
      <w:bookmarkEnd w:id="0"/>
    </w:p>
    <w:p w:rsidR="00003718" w:rsidRDefault="00B179B1" w:rsidP="00003718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517B7">
        <w:rPr>
          <w:sz w:val="28"/>
          <w:szCs w:val="28"/>
        </w:rPr>
        <w:t xml:space="preserve"> They went </w:t>
      </w:r>
      <w:r w:rsidR="000B6C2E">
        <w:rPr>
          <w:sz w:val="28"/>
          <w:szCs w:val="28"/>
        </w:rPr>
        <w:t>across to the ______ at the ______</w:t>
      </w:r>
      <w:r w:rsidR="003517B7">
        <w:rPr>
          <w:sz w:val="28"/>
          <w:szCs w:val="28"/>
        </w:rPr>
        <w:t xml:space="preserve"> of the sea</w:t>
      </w:r>
      <w:r w:rsidR="007861BD">
        <w:rPr>
          <w:sz w:val="28"/>
          <w:szCs w:val="28"/>
        </w:rPr>
        <w:t>.</w:t>
      </w:r>
    </w:p>
    <w:p w:rsidR="003517B7" w:rsidRDefault="003517B7" w:rsidP="00003718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He could see their ______ against the bedroom door.</w:t>
      </w:r>
    </w:p>
    <w:p w:rsidR="00003718" w:rsidRPr="00003718" w:rsidRDefault="00F10524" w:rsidP="00003718">
      <w:pPr>
        <w:pStyle w:val="ListParagraph"/>
        <w:spacing w:line="480" w:lineRule="auto"/>
        <w:rPr>
          <w:sz w:val="28"/>
          <w:szCs w:val="2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178435</wp:posOffset>
                </wp:positionV>
                <wp:extent cx="5838825" cy="1314450"/>
                <wp:effectExtent l="19050" t="19050" r="47625" b="571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8825" cy="1314450"/>
                        </a:xfrm>
                        <a:prstGeom prst="rect">
                          <a:avLst/>
                        </a:prstGeom>
                        <a:solidFill>
                          <a:srgbClr val="61DD81"/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0B6C2E" w:rsidRDefault="003517B7" w:rsidP="00130CA5">
                            <w:pPr>
                              <w:shd w:val="clear" w:color="auto" w:fill="61DD81"/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above    almost     </w:t>
                            </w:r>
                            <w:r w:rsidR="000B6C2E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animal     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began      boy      earth     enough      </w:t>
                            </w:r>
                          </w:p>
                          <w:p w:rsidR="00130CA5" w:rsidRDefault="003517B7" w:rsidP="00130CA5">
                            <w:pPr>
                              <w:shd w:val="clear" w:color="auto" w:fill="61DD81"/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feet    four   got      head    </w:t>
                            </w:r>
                            <w:r w:rsidR="00130CA5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kind    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land      life     </w:t>
                            </w:r>
                            <w:r w:rsidR="00130CA5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live     once     page  </w:t>
                            </w:r>
                          </w:p>
                          <w:p w:rsidR="004B6DD4" w:rsidRPr="00E26827" w:rsidRDefault="00130CA5" w:rsidP="00130CA5">
                            <w:pPr>
                              <w:shd w:val="clear" w:color="auto" w:fill="61DD81"/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3517B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        side        t</w:t>
                            </w:r>
                            <w:r w:rsidR="000B6C2E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ook      </w:t>
                            </w:r>
                            <w:r w:rsidR="003517B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without       </w:t>
                            </w:r>
                          </w:p>
                          <w:p w:rsidR="00E26827" w:rsidRPr="009E28CD" w:rsidRDefault="009E28CD" w:rsidP="00130CA5">
                            <w:pPr>
                              <w:shd w:val="clear" w:color="auto" w:fill="61DD81"/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E28CD">
                              <w:rPr>
                                <w:rFonts w:ascii="Arial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201 - 220</w:t>
                            </w:r>
                          </w:p>
                          <w:p w:rsidR="00E26827" w:rsidRPr="00E26827" w:rsidRDefault="007861BD" w:rsidP="007D10F4">
                            <w:pPr>
                              <w:shd w:val="clear" w:color="auto" w:fill="92D050"/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me</w:t>
                            </w:r>
                            <w:r w:rsidR="00B179B1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much</w:t>
                            </w:r>
                            <w:r w:rsidR="00B179B1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E26827" w:rsidRPr="00E2682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new</w:t>
                            </w:r>
                            <w:r w:rsidR="00B179B1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our</w:t>
                            </w:r>
                            <w:r w:rsidR="00B179B1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right</w:t>
                            </w:r>
                            <w:r w:rsidR="00B179B1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E26827" w:rsidRPr="00E2682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same</w:t>
                            </w:r>
                            <w:r w:rsidR="00B179B1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179B1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26827" w:rsidRPr="00E2682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think   </w:t>
                            </w:r>
                            <w:r w:rsidR="00E26827" w:rsidRPr="00E2682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through</w:t>
                            </w:r>
                            <w:r w:rsidR="00B179B1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too</w:t>
                            </w:r>
                            <w:r w:rsidR="00E26827" w:rsidRPr="00E26827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28"/>
                              </w:rPr>
                              <w:t>write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408.55pt;margin-top:14.05pt;width:459.75pt;height:103.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" fillcolor="#61dd81" strokecolor="#f2f2f2 [3041]" strokeweight="3pt">
                <v:shadow on="t" color="#974706 [1609]" opacity=".5" offset="1pt"/>
                <v:textbox>
                  <w:txbxContent>
                    <w:p w:rsidR="000B6C2E" w:rsidRDefault="003517B7" w:rsidP="00130CA5">
                      <w:pPr>
                        <w:shd w:val="clear" w:color="auto" w:fill="61DD81"/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above    almost     </w:t>
                      </w:r>
                      <w:r w:rsidR="000B6C2E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animal     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began      boy      earth     enough      </w:t>
                      </w:r>
                    </w:p>
                    <w:p w:rsidR="00130CA5" w:rsidRDefault="003517B7" w:rsidP="00130CA5">
                      <w:pPr>
                        <w:shd w:val="clear" w:color="auto" w:fill="61DD81"/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feet    four   got      head    </w:t>
                      </w:r>
                      <w:r w:rsidR="00130CA5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kind    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land      life     </w:t>
                      </w:r>
                      <w:r w:rsidR="00130CA5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live     once     page  </w:t>
                      </w:r>
                    </w:p>
                    <w:p w:rsidR="004B6DD4" w:rsidRPr="00E26827" w:rsidRDefault="00130CA5" w:rsidP="00130CA5">
                      <w:pPr>
                        <w:shd w:val="clear" w:color="auto" w:fill="61DD81"/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</w:t>
                      </w:r>
                      <w:r w:rsidR="003517B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        side        t</w:t>
                      </w:r>
                      <w:r w:rsidR="000B6C2E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ook      </w:t>
                      </w:r>
                      <w:r w:rsidR="003517B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without       </w:t>
                      </w:r>
                    </w:p>
                    <w:p w:rsidR="00E26827" w:rsidRPr="009E28CD" w:rsidRDefault="009E28CD" w:rsidP="00130CA5">
                      <w:pPr>
                        <w:shd w:val="clear" w:color="auto" w:fill="61DD81"/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E28CD">
                        <w:rPr>
                          <w:rFonts w:ascii="Arial" w:hAnsi="Arial" w:cs="Arial"/>
                          <w:color w:val="FFFFFF" w:themeColor="background1"/>
                          <w:sz w:val="16"/>
                          <w:szCs w:val="16"/>
                        </w:rPr>
                        <w:t>201 - 220</w:t>
                      </w:r>
                    </w:p>
                    <w:p w:rsidR="00E26827" w:rsidRPr="00E26827" w:rsidRDefault="007861BD" w:rsidP="007D10F4">
                      <w:pPr>
                        <w:shd w:val="clear" w:color="auto" w:fill="92D050"/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me</w:t>
                      </w:r>
                      <w:r w:rsidR="00B179B1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much</w:t>
                      </w:r>
                      <w:r w:rsidR="00B179B1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</w:t>
                      </w:r>
                      <w:r w:rsidR="00E26827" w:rsidRPr="00E2682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new</w:t>
                      </w:r>
                      <w:r w:rsidR="00B179B1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our</w:t>
                      </w:r>
                      <w:r w:rsidR="00B179B1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right</w:t>
                      </w:r>
                      <w:r w:rsidR="00B179B1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</w:t>
                      </w:r>
                      <w:r w:rsidR="00E26827" w:rsidRPr="00E2682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same</w:t>
                      </w:r>
                      <w:r w:rsidR="00B179B1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B179B1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E26827" w:rsidRPr="00E2682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think   </w:t>
                      </w:r>
                      <w:r w:rsidR="00E26827" w:rsidRPr="00E2682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through</w:t>
                      </w:r>
                      <w:r w:rsidR="00B179B1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too</w:t>
                      </w:r>
                      <w:r w:rsidR="00E26827" w:rsidRPr="00E26827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28"/>
                        </w:rPr>
                        <w:t>write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003718" w:rsidRPr="00003718" w:rsidSect="006B03C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DD4" w:rsidRDefault="004B6DD4" w:rsidP="004B6DD4">
      <w:pPr>
        <w:spacing w:after="0" w:line="240" w:lineRule="auto"/>
      </w:pPr>
      <w:r>
        <w:separator/>
      </w:r>
    </w:p>
  </w:endnote>
  <w:endnote w:type="continuationSeparator" w:id="0">
    <w:p w:rsidR="004B6DD4" w:rsidRDefault="004B6DD4" w:rsidP="004B6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DD4" w:rsidRDefault="004B6DD4" w:rsidP="004B6DD4">
      <w:pPr>
        <w:spacing w:after="0" w:line="240" w:lineRule="auto"/>
      </w:pPr>
      <w:r>
        <w:separator/>
      </w:r>
    </w:p>
  </w:footnote>
  <w:footnote w:type="continuationSeparator" w:id="0">
    <w:p w:rsidR="004B6DD4" w:rsidRDefault="004B6DD4" w:rsidP="004B6D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DD4" w:rsidRPr="004B6DD4" w:rsidRDefault="004B6DD4">
    <w:pPr>
      <w:pStyle w:val="Header"/>
      <w:rPr>
        <w:sz w:val="36"/>
        <w:szCs w:val="36"/>
      </w:rPr>
    </w:pPr>
    <w:r w:rsidRPr="004B6DD4">
      <w:rPr>
        <w:sz w:val="36"/>
        <w:szCs w:val="36"/>
      </w:rPr>
      <w:t xml:space="preserve">Use the words in the box below to fill in the gaps.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E7E13"/>
    <w:multiLevelType w:val="hybridMultilevel"/>
    <w:tmpl w:val="F35479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FF0"/>
    <w:rsid w:val="00003718"/>
    <w:rsid w:val="000B6C2E"/>
    <w:rsid w:val="000F5BAA"/>
    <w:rsid w:val="00102D96"/>
    <w:rsid w:val="00130CA5"/>
    <w:rsid w:val="00253D87"/>
    <w:rsid w:val="003517B7"/>
    <w:rsid w:val="00416280"/>
    <w:rsid w:val="004B6DD4"/>
    <w:rsid w:val="004C016E"/>
    <w:rsid w:val="00515B56"/>
    <w:rsid w:val="00647FF0"/>
    <w:rsid w:val="006B03C7"/>
    <w:rsid w:val="00713094"/>
    <w:rsid w:val="00765E40"/>
    <w:rsid w:val="007861BD"/>
    <w:rsid w:val="007D10F4"/>
    <w:rsid w:val="009E28CD"/>
    <w:rsid w:val="00B179B1"/>
    <w:rsid w:val="00CF6751"/>
    <w:rsid w:val="00D84E0D"/>
    <w:rsid w:val="00E21CE8"/>
    <w:rsid w:val="00E26827"/>
    <w:rsid w:val="00F1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354A7"/>
  <w15:docId w15:val="{2C5AE9F2-BC77-445B-901B-68EDC73AD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3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F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B6D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6DD4"/>
  </w:style>
  <w:style w:type="paragraph" w:styleId="Footer">
    <w:name w:val="footer"/>
    <w:basedOn w:val="Normal"/>
    <w:link w:val="FooterChar"/>
    <w:uiPriority w:val="99"/>
    <w:semiHidden/>
    <w:unhideWhenUsed/>
    <w:rsid w:val="004B6D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6DD4"/>
  </w:style>
  <w:style w:type="paragraph" w:styleId="BalloonText">
    <w:name w:val="Balloon Text"/>
    <w:basedOn w:val="Normal"/>
    <w:link w:val="BalloonTextChar"/>
    <w:uiPriority w:val="99"/>
    <w:semiHidden/>
    <w:unhideWhenUsed/>
    <w:rsid w:val="00E21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C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E26F55AC</Template>
  <TotalTime>14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GERALDINE</dc:creator>
  <cp:lastModifiedBy>BurgessG</cp:lastModifiedBy>
  <cp:revision>8</cp:revision>
  <cp:lastPrinted>2017-07-06T10:37:00Z</cp:lastPrinted>
  <dcterms:created xsi:type="dcterms:W3CDTF">2017-06-28T13:27:00Z</dcterms:created>
  <dcterms:modified xsi:type="dcterms:W3CDTF">2017-07-11T13:37:00Z</dcterms:modified>
</cp:coreProperties>
</file>