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2632A9" w:rsidTr="002632A9">
        <w:tc>
          <w:tcPr>
            <w:tcW w:w="4621" w:type="dxa"/>
          </w:tcPr>
          <w:p w:rsidR="002632A9" w:rsidRPr="002632A9" w:rsidRDefault="002632A9">
            <w:pPr>
              <w:rPr>
                <w:b/>
                <w:sz w:val="26"/>
              </w:rPr>
            </w:pPr>
            <w:r w:rsidRPr="002632A9">
              <w:rPr>
                <w:b/>
                <w:sz w:val="26"/>
              </w:rPr>
              <w:t>Instruction set 1</w:t>
            </w:r>
          </w:p>
        </w:tc>
        <w:tc>
          <w:tcPr>
            <w:tcW w:w="4621" w:type="dxa"/>
          </w:tcPr>
          <w:p w:rsidR="002632A9" w:rsidRPr="002632A9" w:rsidRDefault="002632A9">
            <w:pPr>
              <w:rPr>
                <w:b/>
                <w:sz w:val="26"/>
              </w:rPr>
            </w:pPr>
            <w:r w:rsidRPr="002632A9">
              <w:rPr>
                <w:b/>
                <w:sz w:val="26"/>
              </w:rPr>
              <w:t>Instruction set 2</w:t>
            </w:r>
          </w:p>
        </w:tc>
      </w:tr>
      <w:tr w:rsidR="002632A9" w:rsidTr="002632A9">
        <w:tc>
          <w:tcPr>
            <w:tcW w:w="4621" w:type="dxa"/>
          </w:tcPr>
          <w:p w:rsidR="002632A9" w:rsidRDefault="002632A9" w:rsidP="002632A9">
            <w:pPr>
              <w:pStyle w:val="ListParagraph"/>
              <w:numPr>
                <w:ilvl w:val="0"/>
                <w:numId w:val="1"/>
              </w:numPr>
            </w:pPr>
            <w:r>
              <w:t>When the green button is on, turn the mobile.</w:t>
            </w:r>
          </w:p>
          <w:p w:rsidR="002632A9" w:rsidRDefault="002632A9" w:rsidP="002632A9">
            <w:pPr>
              <w:pStyle w:val="ListParagraph"/>
              <w:numPr>
                <w:ilvl w:val="0"/>
                <w:numId w:val="1"/>
              </w:numPr>
            </w:pPr>
            <w:r>
              <w:t>When the yellow button is on turn the propeller and helicopter rotors.</w:t>
            </w:r>
          </w:p>
          <w:p w:rsidR="002632A9" w:rsidRDefault="002632A9" w:rsidP="002632A9">
            <w:pPr>
              <w:pStyle w:val="ListParagraph"/>
              <w:numPr>
                <w:ilvl w:val="0"/>
                <w:numId w:val="1"/>
              </w:numPr>
            </w:pPr>
            <w:r>
              <w:t>When the blue button is pressed turn on the balloon light.</w:t>
            </w:r>
          </w:p>
        </w:tc>
        <w:tc>
          <w:tcPr>
            <w:tcW w:w="4621" w:type="dxa"/>
          </w:tcPr>
          <w:p w:rsidR="002632A9" w:rsidRDefault="002632A9" w:rsidP="002632A9">
            <w:pPr>
              <w:pStyle w:val="ListParagraph"/>
              <w:numPr>
                <w:ilvl w:val="0"/>
                <w:numId w:val="3"/>
              </w:numPr>
            </w:pPr>
            <w:r>
              <w:t>When the green button is on, turn the mobile.</w:t>
            </w:r>
          </w:p>
          <w:p w:rsidR="002632A9" w:rsidRDefault="002632A9" w:rsidP="002632A9">
            <w:pPr>
              <w:pStyle w:val="ListParagraph"/>
              <w:numPr>
                <w:ilvl w:val="0"/>
                <w:numId w:val="3"/>
              </w:numPr>
            </w:pPr>
            <w:r>
              <w:t>When the yellow button is on turn the propeller and helicopter rotors.</w:t>
            </w:r>
          </w:p>
          <w:p w:rsidR="002632A9" w:rsidRDefault="002632A9" w:rsidP="002632A9">
            <w:pPr>
              <w:pStyle w:val="ListParagraph"/>
              <w:numPr>
                <w:ilvl w:val="0"/>
                <w:numId w:val="3"/>
              </w:numPr>
            </w:pPr>
            <w:r>
              <w:t>When the blue button is on:</w:t>
            </w:r>
          </w:p>
          <w:p w:rsidR="002632A9" w:rsidRDefault="002632A9" w:rsidP="002632A9">
            <w:pPr>
              <w:pStyle w:val="ListParagraph"/>
              <w:numPr>
                <w:ilvl w:val="1"/>
                <w:numId w:val="4"/>
              </w:numPr>
            </w:pPr>
            <w:r>
              <w:t>Turn on the balloon light.</w:t>
            </w:r>
          </w:p>
          <w:p w:rsidR="002632A9" w:rsidRDefault="002632A9" w:rsidP="002632A9">
            <w:pPr>
              <w:pStyle w:val="ListParagraph"/>
              <w:numPr>
                <w:ilvl w:val="1"/>
                <w:numId w:val="4"/>
              </w:numPr>
            </w:pPr>
            <w:r>
              <w:t>Flash the wing lights</w:t>
            </w:r>
          </w:p>
          <w:p w:rsidR="002632A9" w:rsidRDefault="002632A9" w:rsidP="002632A9">
            <w:pPr>
              <w:pStyle w:val="ListParagraph"/>
              <w:numPr>
                <w:ilvl w:val="1"/>
                <w:numId w:val="4"/>
              </w:numPr>
            </w:pPr>
            <w:r>
              <w:t>Flash the brake light.</w:t>
            </w:r>
          </w:p>
        </w:tc>
      </w:tr>
      <w:tr w:rsidR="002632A9" w:rsidTr="002632A9">
        <w:tc>
          <w:tcPr>
            <w:tcW w:w="4621" w:type="dxa"/>
          </w:tcPr>
          <w:p w:rsidR="002632A9" w:rsidRPr="002632A9" w:rsidRDefault="002632A9">
            <w:pPr>
              <w:rPr>
                <w:b/>
                <w:sz w:val="26"/>
              </w:rPr>
            </w:pPr>
            <w:r w:rsidRPr="002632A9">
              <w:rPr>
                <w:b/>
                <w:sz w:val="26"/>
              </w:rPr>
              <w:t>Instruction set 3</w:t>
            </w:r>
          </w:p>
        </w:tc>
        <w:tc>
          <w:tcPr>
            <w:tcW w:w="4621" w:type="dxa"/>
          </w:tcPr>
          <w:p w:rsidR="002632A9" w:rsidRPr="002632A9" w:rsidRDefault="002632A9">
            <w:pPr>
              <w:rPr>
                <w:b/>
                <w:sz w:val="26"/>
              </w:rPr>
            </w:pPr>
          </w:p>
        </w:tc>
      </w:tr>
      <w:tr w:rsidR="002632A9" w:rsidTr="002632A9">
        <w:tc>
          <w:tcPr>
            <w:tcW w:w="4621" w:type="dxa"/>
          </w:tcPr>
          <w:p w:rsidR="002632A9" w:rsidRDefault="002632A9" w:rsidP="002632A9">
            <w:pPr>
              <w:pStyle w:val="ListParagraph"/>
              <w:numPr>
                <w:ilvl w:val="0"/>
                <w:numId w:val="5"/>
              </w:numPr>
            </w:pPr>
            <w:r>
              <w:t>When the green button is on, turn the mobile.</w:t>
            </w:r>
          </w:p>
          <w:p w:rsidR="002632A9" w:rsidRDefault="002632A9" w:rsidP="002632A9">
            <w:pPr>
              <w:pStyle w:val="ListParagraph"/>
              <w:numPr>
                <w:ilvl w:val="0"/>
                <w:numId w:val="5"/>
              </w:numPr>
            </w:pPr>
            <w:r>
              <w:t>When the yellow button is on turn the propeller and helicopter rotors.</w:t>
            </w:r>
          </w:p>
          <w:p w:rsidR="002632A9" w:rsidRDefault="002632A9" w:rsidP="002632A9">
            <w:pPr>
              <w:pStyle w:val="ListParagraph"/>
              <w:numPr>
                <w:ilvl w:val="0"/>
                <w:numId w:val="5"/>
              </w:numPr>
            </w:pPr>
            <w:r>
              <w:t>When the blue button is on AND val 1 is less than 18:</w:t>
            </w:r>
          </w:p>
          <w:p w:rsidR="002632A9" w:rsidRDefault="002632A9" w:rsidP="002632A9">
            <w:pPr>
              <w:pStyle w:val="ListParagraph"/>
              <w:numPr>
                <w:ilvl w:val="1"/>
                <w:numId w:val="5"/>
              </w:numPr>
            </w:pPr>
            <w:r>
              <w:t>Turn on the balloon light.</w:t>
            </w:r>
          </w:p>
          <w:p w:rsidR="002632A9" w:rsidRDefault="002632A9" w:rsidP="002632A9">
            <w:pPr>
              <w:pStyle w:val="ListParagraph"/>
              <w:numPr>
                <w:ilvl w:val="1"/>
                <w:numId w:val="5"/>
              </w:numPr>
            </w:pPr>
            <w:r>
              <w:t>Flash the wing lights</w:t>
            </w:r>
          </w:p>
          <w:p w:rsidR="002632A9" w:rsidRDefault="002632A9" w:rsidP="002632A9">
            <w:pPr>
              <w:pStyle w:val="ListParagraph"/>
              <w:numPr>
                <w:ilvl w:val="1"/>
                <w:numId w:val="5"/>
              </w:numPr>
            </w:pPr>
            <w:r>
              <w:t>Flash the brake light.</w:t>
            </w:r>
          </w:p>
        </w:tc>
        <w:tc>
          <w:tcPr>
            <w:tcW w:w="4621" w:type="dxa"/>
          </w:tcPr>
          <w:p w:rsidR="002632A9" w:rsidRDefault="002632A9"/>
        </w:tc>
      </w:tr>
    </w:tbl>
    <w:p w:rsidR="00BB7DD1" w:rsidRDefault="002632A9"/>
    <w:sectPr w:rsidR="00BB7DD1" w:rsidSect="00040F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318CB"/>
    <w:multiLevelType w:val="hybridMultilevel"/>
    <w:tmpl w:val="ACD6F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A1B31"/>
    <w:multiLevelType w:val="hybridMultilevel"/>
    <w:tmpl w:val="AB7069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615675"/>
    <w:multiLevelType w:val="hybridMultilevel"/>
    <w:tmpl w:val="AB7069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831B8"/>
    <w:multiLevelType w:val="hybridMultilevel"/>
    <w:tmpl w:val="E084EA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641C4E"/>
    <w:multiLevelType w:val="hybridMultilevel"/>
    <w:tmpl w:val="B48274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632A9"/>
    <w:rsid w:val="00040F6B"/>
    <w:rsid w:val="001133CB"/>
    <w:rsid w:val="002632A9"/>
    <w:rsid w:val="005072AA"/>
    <w:rsid w:val="008B03A1"/>
    <w:rsid w:val="008F0C09"/>
    <w:rsid w:val="00DA5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2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32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>HP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1</cp:revision>
  <dcterms:created xsi:type="dcterms:W3CDTF">2010-04-15T12:16:00Z</dcterms:created>
  <dcterms:modified xsi:type="dcterms:W3CDTF">2010-04-15T12:23:00Z</dcterms:modified>
</cp:coreProperties>
</file>